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86FC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325"/>
      </w:tblGrid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8867AA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8380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BB76E0" w:rsidRDefault="00B86FCD" w:rsidP="00BB7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332</w:t>
            </w:r>
            <w:bookmarkStart w:id="0" w:name="_GoBack"/>
            <w:bookmarkEnd w:id="0"/>
          </w:p>
        </w:tc>
      </w:tr>
    </w:tbl>
    <w:p w:rsidR="00BB76E0" w:rsidRDefault="00BB76E0" w:rsidP="00BB76E0">
      <w:pPr>
        <w:rPr>
          <w:rFonts w:ascii="Times New Roman" w:hAnsi="Times New Roman"/>
          <w:sz w:val="28"/>
          <w:szCs w:val="28"/>
        </w:rPr>
      </w:pPr>
    </w:p>
    <w:p w:rsidR="00606081" w:rsidRPr="008867AA" w:rsidRDefault="00606081" w:rsidP="00BB76E0">
      <w:pPr>
        <w:rPr>
          <w:rFonts w:ascii="Times New Roman" w:hAnsi="Times New Roman"/>
          <w:sz w:val="28"/>
          <w:szCs w:val="28"/>
        </w:rPr>
      </w:pPr>
    </w:p>
    <w:p w:rsidR="00D4261B" w:rsidRDefault="00D4261B" w:rsidP="00BB76E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50158">
        <w:rPr>
          <w:rFonts w:ascii="Times New Roman" w:eastAsia="Calibri" w:hAnsi="Times New Roman"/>
          <w:sz w:val="28"/>
          <w:szCs w:val="28"/>
          <w:lang w:eastAsia="en-US"/>
        </w:rPr>
        <w:t>«5. Система программных мероприятий</w:t>
      </w:r>
    </w:p>
    <w:p w:rsidR="00814AF2" w:rsidRPr="00E55BE1" w:rsidRDefault="00814AF2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709"/>
        <w:gridCol w:w="709"/>
        <w:gridCol w:w="2126"/>
      </w:tblGrid>
      <w:tr w:rsidR="00183801" w:rsidRPr="00104AA5" w:rsidTr="00183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 </w:t>
            </w:r>
          </w:p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распорядители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E55B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-сиро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183801" w:rsidRPr="00104AA5" w:rsidTr="00183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83801" w:rsidRPr="00104AA5" w:rsidTr="0018380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4261B" w:rsidRPr="00814AF2" w:rsidRDefault="00D4261B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"/>
          <w:szCs w:val="2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709"/>
        <w:gridCol w:w="709"/>
        <w:gridCol w:w="2126"/>
      </w:tblGrid>
      <w:tr w:rsidR="00183801" w:rsidRPr="00606081" w:rsidTr="0060608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</w:tr>
      <w:tr w:rsidR="00183801" w:rsidRPr="00606081" w:rsidTr="00606081">
        <w:trPr>
          <w:cantSplit/>
          <w:trHeight w:val="4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Задача 1.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EA2B4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679997,0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реализация не менее </w:t>
            </w:r>
            <w:r w:rsidR="006D6A1C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475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проектов местных инициатив;</w:t>
            </w:r>
          </w:p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доведение количества ТОС, учрежденных на территории Рязанской области, до 1</w:t>
            </w:r>
            <w:r w:rsidR="006D6A1C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0;</w:t>
            </w:r>
          </w:p>
          <w:p w:rsidR="008F79E4" w:rsidRDefault="00183801" w:rsidP="006D6A1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060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оказание поддержки не менее </w:t>
            </w:r>
          </w:p>
          <w:p w:rsidR="00183801" w:rsidRPr="00606081" w:rsidRDefault="006D6A1C" w:rsidP="006D6A1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183801" w:rsidRPr="00606081">
              <w:rPr>
                <w:rFonts w:ascii="Times New Roman" w:hAnsi="Times New Roman"/>
                <w:spacing w:val="-2"/>
                <w:sz w:val="24"/>
                <w:szCs w:val="24"/>
              </w:rPr>
              <w:t>0 старостам</w:t>
            </w:r>
            <w:r w:rsidR="0018380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сельских населенных пунктов Рязанской области</w:t>
            </w: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Предоставление субсидий бюджетам муниципальных образований на выполнение мероприятий муниципальных программ (подпрограмм), направленных на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B5CF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664700</w:t>
            </w:r>
            <w:r w:rsidR="0018380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Проведение тематических семинаров, курсов, тренингов, научно-практических конференций с представителями органов местного самоуправления, общественности по вопросам реализации проектов местных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инициатив и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3197,0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Изготовление, размещение социальной рекламы, рекламно-информационных материалов, направленных на вовлечение населения в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Проведение областных конкурсов, направленных на содействие участию населения в осуществлении</w:t>
            </w:r>
            <w:r w:rsidR="0029417F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по делам территорий и информацион-ной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по делам территорий и информацион-ной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5650,0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E1745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Издание информационных материалов по вопросам развития территориального общественного самоуправления и иных форм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Предоставление субсидий бюджетам муниципальных образований на выполнение мероприятий муниципальных программ 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(подпрограмм), направленных на обеспечение гарантий деятельности старост сельских населенных пунктов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1650,00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A75DEE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679997</w:t>
            </w:r>
            <w:r w:rsidR="0018380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</w:tbl>
    <w:p w:rsidR="00E55BE1" w:rsidRPr="00BB76E0" w:rsidRDefault="00E55BE1" w:rsidP="00D4261B">
      <w:pPr>
        <w:pStyle w:val="ConsPlusNormal"/>
        <w:jc w:val="center"/>
        <w:outlineLvl w:val="2"/>
        <w:rPr>
          <w:rFonts w:ascii="Times New Roman" w:eastAsia="Calibri" w:hAnsi="Times New Roman"/>
          <w:sz w:val="12"/>
          <w:szCs w:val="12"/>
          <w:lang w:eastAsia="en-US"/>
        </w:rPr>
      </w:pPr>
    </w:p>
    <w:p w:rsidR="00411AC4" w:rsidRPr="002F2899" w:rsidRDefault="00E55BE1" w:rsidP="00BB76E0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D4261B" w:rsidRPr="00350158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</w:t>
      </w:r>
      <w:r w:rsidR="00D4261B">
        <w:rPr>
          <w:rFonts w:ascii="Times New Roman" w:eastAsia="Calibri" w:hAnsi="Times New Roman"/>
          <w:sz w:val="24"/>
          <w:szCs w:val="24"/>
          <w:lang w:eastAsia="en-US"/>
        </w:rPr>
        <w:t>тике Рязанской области.»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sectPr w:rsidR="00411AC4" w:rsidRPr="002F2899" w:rsidSect="00B86FC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0B" w:rsidRDefault="00996A0B">
      <w:r>
        <w:separator/>
      </w:r>
    </w:p>
  </w:endnote>
  <w:endnote w:type="continuationSeparator" w:id="0">
    <w:p w:rsidR="00996A0B" w:rsidRDefault="0099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66DD">
          <w:pPr>
            <w:pStyle w:val="a6"/>
          </w:pPr>
          <w:r>
            <w:rPr>
              <w:noProof/>
            </w:rPr>
            <w:drawing>
              <wp:inline distT="0" distB="0" distL="0" distR="0" wp14:anchorId="5634EC72" wp14:editId="475FBF90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D966DD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F44C23E" wp14:editId="4BDC9093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B86FCD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4758  29.10.2019 16:33:33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0B" w:rsidRDefault="00996A0B">
      <w:r>
        <w:separator/>
      </w:r>
    </w:p>
  </w:footnote>
  <w:footnote w:type="continuationSeparator" w:id="0">
    <w:p w:rsidR="00996A0B" w:rsidRDefault="0099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5E39C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5E39C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86FC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Oz1wEjtOVAdEfVXCTZRaSjSCnE=" w:salt="htqPv47jhNGiouOxFDSt8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1360F"/>
    <w:rsid w:val="00017AC7"/>
    <w:rsid w:val="00020E0B"/>
    <w:rsid w:val="000331B3"/>
    <w:rsid w:val="00033413"/>
    <w:rsid w:val="000363A1"/>
    <w:rsid w:val="00037C0C"/>
    <w:rsid w:val="00037FA7"/>
    <w:rsid w:val="000502A3"/>
    <w:rsid w:val="00056DEB"/>
    <w:rsid w:val="00073A7A"/>
    <w:rsid w:val="00076C1D"/>
    <w:rsid w:val="00076D5E"/>
    <w:rsid w:val="00084DD3"/>
    <w:rsid w:val="000917C0"/>
    <w:rsid w:val="000A18FC"/>
    <w:rsid w:val="000A6887"/>
    <w:rsid w:val="000B0736"/>
    <w:rsid w:val="000C3626"/>
    <w:rsid w:val="000D6104"/>
    <w:rsid w:val="000D6582"/>
    <w:rsid w:val="0010304A"/>
    <w:rsid w:val="00103516"/>
    <w:rsid w:val="00104AA5"/>
    <w:rsid w:val="00107D82"/>
    <w:rsid w:val="00114B94"/>
    <w:rsid w:val="00120B41"/>
    <w:rsid w:val="00122CFD"/>
    <w:rsid w:val="0013559F"/>
    <w:rsid w:val="0014676A"/>
    <w:rsid w:val="00151370"/>
    <w:rsid w:val="00157A54"/>
    <w:rsid w:val="00162E72"/>
    <w:rsid w:val="00175BE5"/>
    <w:rsid w:val="00183801"/>
    <w:rsid w:val="001850F4"/>
    <w:rsid w:val="00190FF9"/>
    <w:rsid w:val="001947BE"/>
    <w:rsid w:val="001A1CA4"/>
    <w:rsid w:val="001A4AC5"/>
    <w:rsid w:val="001A560F"/>
    <w:rsid w:val="001B0982"/>
    <w:rsid w:val="001B32BA"/>
    <w:rsid w:val="001B5CFB"/>
    <w:rsid w:val="001E0317"/>
    <w:rsid w:val="001E20F1"/>
    <w:rsid w:val="001E7B78"/>
    <w:rsid w:val="001F12E8"/>
    <w:rsid w:val="001F228C"/>
    <w:rsid w:val="001F346E"/>
    <w:rsid w:val="001F64B8"/>
    <w:rsid w:val="001F7C83"/>
    <w:rsid w:val="00201795"/>
    <w:rsid w:val="00203046"/>
    <w:rsid w:val="00205AB5"/>
    <w:rsid w:val="00224DBA"/>
    <w:rsid w:val="00231F1C"/>
    <w:rsid w:val="0023761A"/>
    <w:rsid w:val="00242DDB"/>
    <w:rsid w:val="002479A2"/>
    <w:rsid w:val="0025610F"/>
    <w:rsid w:val="0026087E"/>
    <w:rsid w:val="00261DE0"/>
    <w:rsid w:val="00262C3F"/>
    <w:rsid w:val="00265420"/>
    <w:rsid w:val="00273E02"/>
    <w:rsid w:val="00274E14"/>
    <w:rsid w:val="00280A6D"/>
    <w:rsid w:val="00286ECA"/>
    <w:rsid w:val="0029417F"/>
    <w:rsid w:val="002953B6"/>
    <w:rsid w:val="002A7A69"/>
    <w:rsid w:val="002B7A59"/>
    <w:rsid w:val="002C6B4B"/>
    <w:rsid w:val="002E3EF5"/>
    <w:rsid w:val="002E51A7"/>
    <w:rsid w:val="002E5A5F"/>
    <w:rsid w:val="002E7FDA"/>
    <w:rsid w:val="002F1E81"/>
    <w:rsid w:val="002F20FE"/>
    <w:rsid w:val="002F5553"/>
    <w:rsid w:val="002F584F"/>
    <w:rsid w:val="00310D92"/>
    <w:rsid w:val="00315B2A"/>
    <w:rsid w:val="003160CB"/>
    <w:rsid w:val="003222A3"/>
    <w:rsid w:val="00350158"/>
    <w:rsid w:val="00360A40"/>
    <w:rsid w:val="003870C2"/>
    <w:rsid w:val="003A020B"/>
    <w:rsid w:val="003A4F53"/>
    <w:rsid w:val="003C218D"/>
    <w:rsid w:val="003C6A8F"/>
    <w:rsid w:val="003D3585"/>
    <w:rsid w:val="003D3B8A"/>
    <w:rsid w:val="003D3E42"/>
    <w:rsid w:val="003D54F8"/>
    <w:rsid w:val="003E2C5A"/>
    <w:rsid w:val="003F4F5E"/>
    <w:rsid w:val="00400906"/>
    <w:rsid w:val="00406726"/>
    <w:rsid w:val="00411AC4"/>
    <w:rsid w:val="004252BC"/>
    <w:rsid w:val="0042590E"/>
    <w:rsid w:val="00437F65"/>
    <w:rsid w:val="00440B1C"/>
    <w:rsid w:val="00460170"/>
    <w:rsid w:val="00460655"/>
    <w:rsid w:val="00460FEA"/>
    <w:rsid w:val="004620CC"/>
    <w:rsid w:val="00464497"/>
    <w:rsid w:val="004734B7"/>
    <w:rsid w:val="00475ABD"/>
    <w:rsid w:val="00480344"/>
    <w:rsid w:val="00481B88"/>
    <w:rsid w:val="00485B4F"/>
    <w:rsid w:val="004862D1"/>
    <w:rsid w:val="004909E5"/>
    <w:rsid w:val="004A0D3A"/>
    <w:rsid w:val="004B2D5A"/>
    <w:rsid w:val="004B5A50"/>
    <w:rsid w:val="004C2997"/>
    <w:rsid w:val="004C36E2"/>
    <w:rsid w:val="004D293D"/>
    <w:rsid w:val="004F44FE"/>
    <w:rsid w:val="00512A47"/>
    <w:rsid w:val="0051781F"/>
    <w:rsid w:val="00531939"/>
    <w:rsid w:val="00531C68"/>
    <w:rsid w:val="00532119"/>
    <w:rsid w:val="005335F3"/>
    <w:rsid w:val="00543C38"/>
    <w:rsid w:val="00543D2D"/>
    <w:rsid w:val="00545A3D"/>
    <w:rsid w:val="00546DBB"/>
    <w:rsid w:val="00553E0E"/>
    <w:rsid w:val="00561A5B"/>
    <w:rsid w:val="0057074C"/>
    <w:rsid w:val="00573FBF"/>
    <w:rsid w:val="00574FF3"/>
    <w:rsid w:val="00582538"/>
    <w:rsid w:val="005838EA"/>
    <w:rsid w:val="00585B94"/>
    <w:rsid w:val="00585EE1"/>
    <w:rsid w:val="00590C0E"/>
    <w:rsid w:val="005939E6"/>
    <w:rsid w:val="005A1FA3"/>
    <w:rsid w:val="005A4227"/>
    <w:rsid w:val="005B229B"/>
    <w:rsid w:val="005B3518"/>
    <w:rsid w:val="005C56AE"/>
    <w:rsid w:val="005C7449"/>
    <w:rsid w:val="005E39C1"/>
    <w:rsid w:val="005E6D99"/>
    <w:rsid w:val="005F2ADD"/>
    <w:rsid w:val="005F2C49"/>
    <w:rsid w:val="006013EB"/>
    <w:rsid w:val="0060479E"/>
    <w:rsid w:val="00604BE7"/>
    <w:rsid w:val="00606081"/>
    <w:rsid w:val="00616AED"/>
    <w:rsid w:val="00632A4F"/>
    <w:rsid w:val="00632B56"/>
    <w:rsid w:val="006351E3"/>
    <w:rsid w:val="00644236"/>
    <w:rsid w:val="00645EE5"/>
    <w:rsid w:val="006471E5"/>
    <w:rsid w:val="00671D3B"/>
    <w:rsid w:val="00684A5B"/>
    <w:rsid w:val="006967DF"/>
    <w:rsid w:val="006A1F71"/>
    <w:rsid w:val="006B6A53"/>
    <w:rsid w:val="006D6A1C"/>
    <w:rsid w:val="006F328B"/>
    <w:rsid w:val="006F5886"/>
    <w:rsid w:val="007005B3"/>
    <w:rsid w:val="00707734"/>
    <w:rsid w:val="00707E19"/>
    <w:rsid w:val="00710AD1"/>
    <w:rsid w:val="00712F7C"/>
    <w:rsid w:val="0072328A"/>
    <w:rsid w:val="007377B5"/>
    <w:rsid w:val="00746CC2"/>
    <w:rsid w:val="00754711"/>
    <w:rsid w:val="00760323"/>
    <w:rsid w:val="00765600"/>
    <w:rsid w:val="00791C9F"/>
    <w:rsid w:val="00792AAB"/>
    <w:rsid w:val="00793B47"/>
    <w:rsid w:val="007A1D0C"/>
    <w:rsid w:val="007A2A7B"/>
    <w:rsid w:val="007C0369"/>
    <w:rsid w:val="007C226B"/>
    <w:rsid w:val="007D4925"/>
    <w:rsid w:val="007D5EFF"/>
    <w:rsid w:val="007E50D5"/>
    <w:rsid w:val="007F0C8A"/>
    <w:rsid w:val="007F11AB"/>
    <w:rsid w:val="007F3E3C"/>
    <w:rsid w:val="00806FFE"/>
    <w:rsid w:val="00814368"/>
    <w:rsid w:val="008143CB"/>
    <w:rsid w:val="00814AF2"/>
    <w:rsid w:val="00816BF7"/>
    <w:rsid w:val="008233DF"/>
    <w:rsid w:val="00823CA1"/>
    <w:rsid w:val="008513B9"/>
    <w:rsid w:val="00851C6B"/>
    <w:rsid w:val="008702D3"/>
    <w:rsid w:val="00876034"/>
    <w:rsid w:val="00880FB1"/>
    <w:rsid w:val="008827E7"/>
    <w:rsid w:val="008867AA"/>
    <w:rsid w:val="008927F6"/>
    <w:rsid w:val="008960BA"/>
    <w:rsid w:val="008A1696"/>
    <w:rsid w:val="008B38F8"/>
    <w:rsid w:val="008B41EB"/>
    <w:rsid w:val="008B7B3B"/>
    <w:rsid w:val="008C58FE"/>
    <w:rsid w:val="008C7EF4"/>
    <w:rsid w:val="008E47ED"/>
    <w:rsid w:val="008E6C41"/>
    <w:rsid w:val="008F0816"/>
    <w:rsid w:val="008F20EA"/>
    <w:rsid w:val="008F6BB7"/>
    <w:rsid w:val="008F79E4"/>
    <w:rsid w:val="00900F42"/>
    <w:rsid w:val="009058DB"/>
    <w:rsid w:val="00907674"/>
    <w:rsid w:val="00910CB8"/>
    <w:rsid w:val="00932E3C"/>
    <w:rsid w:val="00947171"/>
    <w:rsid w:val="009529CA"/>
    <w:rsid w:val="009573D3"/>
    <w:rsid w:val="00971923"/>
    <w:rsid w:val="00975AEB"/>
    <w:rsid w:val="00996A0B"/>
    <w:rsid w:val="009977FF"/>
    <w:rsid w:val="009A085B"/>
    <w:rsid w:val="009A23C1"/>
    <w:rsid w:val="009A3C4C"/>
    <w:rsid w:val="009A441B"/>
    <w:rsid w:val="009B27E0"/>
    <w:rsid w:val="009C1DE6"/>
    <w:rsid w:val="009C1F0E"/>
    <w:rsid w:val="009D3E8C"/>
    <w:rsid w:val="009E3A0E"/>
    <w:rsid w:val="009F1F04"/>
    <w:rsid w:val="00A1314B"/>
    <w:rsid w:val="00A13160"/>
    <w:rsid w:val="00A137D3"/>
    <w:rsid w:val="00A13E77"/>
    <w:rsid w:val="00A3659D"/>
    <w:rsid w:val="00A42E3A"/>
    <w:rsid w:val="00A44A8F"/>
    <w:rsid w:val="00A46B5A"/>
    <w:rsid w:val="00A51D96"/>
    <w:rsid w:val="00A57DCD"/>
    <w:rsid w:val="00A75DEE"/>
    <w:rsid w:val="00A93387"/>
    <w:rsid w:val="00A9508A"/>
    <w:rsid w:val="00A96F84"/>
    <w:rsid w:val="00AB0FE5"/>
    <w:rsid w:val="00AC13DF"/>
    <w:rsid w:val="00AC23B0"/>
    <w:rsid w:val="00AC283B"/>
    <w:rsid w:val="00AC3953"/>
    <w:rsid w:val="00AC7150"/>
    <w:rsid w:val="00AE1DCA"/>
    <w:rsid w:val="00AF5F7C"/>
    <w:rsid w:val="00B01A53"/>
    <w:rsid w:val="00B02207"/>
    <w:rsid w:val="00B03403"/>
    <w:rsid w:val="00B10324"/>
    <w:rsid w:val="00B376B1"/>
    <w:rsid w:val="00B479C7"/>
    <w:rsid w:val="00B5744F"/>
    <w:rsid w:val="00B578AE"/>
    <w:rsid w:val="00B620D9"/>
    <w:rsid w:val="00B633DB"/>
    <w:rsid w:val="00B639ED"/>
    <w:rsid w:val="00B66A8C"/>
    <w:rsid w:val="00B8061C"/>
    <w:rsid w:val="00B83BA2"/>
    <w:rsid w:val="00B853AA"/>
    <w:rsid w:val="00B86FCD"/>
    <w:rsid w:val="00B875BF"/>
    <w:rsid w:val="00B902BB"/>
    <w:rsid w:val="00B91F62"/>
    <w:rsid w:val="00BA67F5"/>
    <w:rsid w:val="00BB2C98"/>
    <w:rsid w:val="00BB76E0"/>
    <w:rsid w:val="00BC22B0"/>
    <w:rsid w:val="00BD0B82"/>
    <w:rsid w:val="00BD21A0"/>
    <w:rsid w:val="00BD2581"/>
    <w:rsid w:val="00BE53A6"/>
    <w:rsid w:val="00BF4F5F"/>
    <w:rsid w:val="00C04EEB"/>
    <w:rsid w:val="00C075A4"/>
    <w:rsid w:val="00C10F12"/>
    <w:rsid w:val="00C11826"/>
    <w:rsid w:val="00C37EDA"/>
    <w:rsid w:val="00C46D42"/>
    <w:rsid w:val="00C50C32"/>
    <w:rsid w:val="00C52F6A"/>
    <w:rsid w:val="00C60178"/>
    <w:rsid w:val="00C61760"/>
    <w:rsid w:val="00C63CD6"/>
    <w:rsid w:val="00C87D95"/>
    <w:rsid w:val="00C9077A"/>
    <w:rsid w:val="00C90A2B"/>
    <w:rsid w:val="00C90FF5"/>
    <w:rsid w:val="00C95CD2"/>
    <w:rsid w:val="00C96BED"/>
    <w:rsid w:val="00CA051B"/>
    <w:rsid w:val="00CB3CBE"/>
    <w:rsid w:val="00CB4FCC"/>
    <w:rsid w:val="00CF03D8"/>
    <w:rsid w:val="00CF2284"/>
    <w:rsid w:val="00D015D5"/>
    <w:rsid w:val="00D03D68"/>
    <w:rsid w:val="00D16629"/>
    <w:rsid w:val="00D266DD"/>
    <w:rsid w:val="00D30614"/>
    <w:rsid w:val="00D32B04"/>
    <w:rsid w:val="00D3453F"/>
    <w:rsid w:val="00D374E7"/>
    <w:rsid w:val="00D4261B"/>
    <w:rsid w:val="00D63949"/>
    <w:rsid w:val="00D652E7"/>
    <w:rsid w:val="00D77BCF"/>
    <w:rsid w:val="00D84394"/>
    <w:rsid w:val="00D9051D"/>
    <w:rsid w:val="00D95E55"/>
    <w:rsid w:val="00D966DD"/>
    <w:rsid w:val="00DB348B"/>
    <w:rsid w:val="00DB3664"/>
    <w:rsid w:val="00DB5402"/>
    <w:rsid w:val="00DC16FB"/>
    <w:rsid w:val="00DC4A65"/>
    <w:rsid w:val="00DC4F66"/>
    <w:rsid w:val="00DF5BD8"/>
    <w:rsid w:val="00E10B44"/>
    <w:rsid w:val="00E11F02"/>
    <w:rsid w:val="00E144DE"/>
    <w:rsid w:val="00E20036"/>
    <w:rsid w:val="00E23A75"/>
    <w:rsid w:val="00E2726B"/>
    <w:rsid w:val="00E27C13"/>
    <w:rsid w:val="00E37801"/>
    <w:rsid w:val="00E46EAA"/>
    <w:rsid w:val="00E5038C"/>
    <w:rsid w:val="00E50B69"/>
    <w:rsid w:val="00E5298B"/>
    <w:rsid w:val="00E55BE1"/>
    <w:rsid w:val="00E56EFB"/>
    <w:rsid w:val="00E6458F"/>
    <w:rsid w:val="00E7242D"/>
    <w:rsid w:val="00E87E25"/>
    <w:rsid w:val="00E92FF1"/>
    <w:rsid w:val="00EA04F1"/>
    <w:rsid w:val="00EA2B41"/>
    <w:rsid w:val="00EA2FD3"/>
    <w:rsid w:val="00EB7CE9"/>
    <w:rsid w:val="00EC433F"/>
    <w:rsid w:val="00EC6031"/>
    <w:rsid w:val="00EC7250"/>
    <w:rsid w:val="00ED1FDE"/>
    <w:rsid w:val="00ED2887"/>
    <w:rsid w:val="00F06EFB"/>
    <w:rsid w:val="00F1529E"/>
    <w:rsid w:val="00F16F07"/>
    <w:rsid w:val="00F24857"/>
    <w:rsid w:val="00F45975"/>
    <w:rsid w:val="00F45B7C"/>
    <w:rsid w:val="00F45FCE"/>
    <w:rsid w:val="00F54EC9"/>
    <w:rsid w:val="00F9334F"/>
    <w:rsid w:val="00F97D7F"/>
    <w:rsid w:val="00FA122C"/>
    <w:rsid w:val="00FA3B95"/>
    <w:rsid w:val="00FB2C8F"/>
    <w:rsid w:val="00FC1278"/>
    <w:rsid w:val="00FC571E"/>
    <w:rsid w:val="00FC6BEA"/>
    <w:rsid w:val="00FE370D"/>
    <w:rsid w:val="00FE7735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5CB61-6164-48FE-A5B0-4F0A1CFC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11</TotalTime>
  <Pages>5</Pages>
  <Words>573</Words>
  <Characters>4363</Characters>
  <Application>Microsoft Office Word</Application>
  <DocSecurity>0</DocSecurity>
  <Lines>484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11</cp:revision>
  <cp:lastPrinted>2019-10-07T08:57:00Z</cp:lastPrinted>
  <dcterms:created xsi:type="dcterms:W3CDTF">2019-10-07T08:47:00Z</dcterms:created>
  <dcterms:modified xsi:type="dcterms:W3CDTF">2019-10-29T13:33:00Z</dcterms:modified>
</cp:coreProperties>
</file>